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D8678B" w:rsidRPr="00200191">
        <w:rPr>
          <w:rFonts w:ascii="Corbel" w:hAnsi="Corbel"/>
          <w:bCs/>
          <w:i/>
        </w:rPr>
        <w:t xml:space="preserve">Załącznik nr </w:t>
      </w:r>
      <w:r w:rsidR="006F31E2" w:rsidRPr="00200191">
        <w:rPr>
          <w:rFonts w:ascii="Corbel" w:hAnsi="Corbel"/>
          <w:bCs/>
          <w:i/>
        </w:rPr>
        <w:t>1.5</w:t>
      </w:r>
      <w:r w:rsidR="00D8678B" w:rsidRPr="00200191">
        <w:rPr>
          <w:rFonts w:ascii="Corbel" w:hAnsi="Corbel"/>
          <w:bCs/>
          <w:i/>
        </w:rPr>
        <w:t xml:space="preserve"> do Zarządzenia</w:t>
      </w:r>
      <w:r w:rsidR="002A22BF" w:rsidRPr="00200191">
        <w:rPr>
          <w:rFonts w:ascii="Corbel" w:hAnsi="Corbel"/>
          <w:bCs/>
          <w:i/>
        </w:rPr>
        <w:t xml:space="preserve"> Rektora UR </w:t>
      </w:r>
      <w:r w:rsidRPr="00200191">
        <w:rPr>
          <w:rFonts w:ascii="Corbel" w:hAnsi="Corbel"/>
          <w:bCs/>
          <w:i/>
        </w:rPr>
        <w:t xml:space="preserve"> nr </w:t>
      </w:r>
      <w:r w:rsidR="00F17567" w:rsidRPr="00200191">
        <w:rPr>
          <w:rFonts w:ascii="Corbel" w:hAnsi="Corbel"/>
          <w:bCs/>
          <w:i/>
        </w:rPr>
        <w:t>12/2019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B34F862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A04158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4262E4F5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</w:t>
      </w:r>
      <w:r w:rsidR="00A04158">
        <w:rPr>
          <w:rFonts w:ascii="Corbel" w:hAnsi="Corbel"/>
          <w:sz w:val="20"/>
          <w:szCs w:val="20"/>
        </w:rPr>
        <w:t>19</w:t>
      </w:r>
      <w:r w:rsidR="00182C9E" w:rsidRPr="00200191">
        <w:rPr>
          <w:rFonts w:ascii="Corbel" w:hAnsi="Corbel"/>
          <w:sz w:val="20"/>
          <w:szCs w:val="20"/>
        </w:rPr>
        <w:t>/202</w:t>
      </w:r>
      <w:r w:rsidR="00A04158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F0652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Wykł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Konw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Sem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0191">
              <w:rPr>
                <w:rFonts w:ascii="Corbel" w:hAnsi="Corbel"/>
                <w:szCs w:val="24"/>
              </w:rPr>
              <w:t>Prakt</w:t>
            </w:r>
            <w:proofErr w:type="spellEnd"/>
            <w:r w:rsidRPr="0020019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D336F55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Podstawy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Znaczenie </w:t>
            </w:r>
            <w:proofErr w:type="spellStart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zzl</w:t>
            </w:r>
            <w:proofErr w:type="spellEnd"/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Zwolnienia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monitorowane-outplacement-istota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, rodzaje, przesłanki stosowania. Czynniki wpływające na przebieg i efekty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-charakterystyka. Przeciwdziałanie negatywnym skutkom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.  Formy pomocy zwalnianym pracownikom; trudności związane z prowadzeniem programów </w:t>
            </w:r>
            <w:proofErr w:type="spellStart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outplacementu</w:t>
            </w:r>
            <w:proofErr w:type="spellEnd"/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 xml:space="preserve">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 xml:space="preserve">Wykład z prezentacją multimedialną, w tym z zastosowaniem platformy </w:t>
      </w:r>
      <w:proofErr w:type="spellStart"/>
      <w:r w:rsidRPr="00200191">
        <w:rPr>
          <w:rFonts w:ascii="Corbel" w:hAnsi="Corbel"/>
          <w:b w:val="0"/>
          <w:smallCaps w:val="0"/>
          <w:sz w:val="22"/>
        </w:rPr>
        <w:t>Teams</w:t>
      </w:r>
      <w:proofErr w:type="spellEnd"/>
      <w:r w:rsidRPr="00200191">
        <w:rPr>
          <w:rFonts w:ascii="Corbel" w:hAnsi="Corbel"/>
          <w:b w:val="0"/>
          <w:smallCaps w:val="0"/>
          <w:sz w:val="22"/>
        </w:rPr>
        <w:t>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00191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D670B9C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niekontaktowe – praca własna studenta (przygotowanie do zajęć i egzaminu)</w:t>
            </w:r>
          </w:p>
        </w:tc>
        <w:tc>
          <w:tcPr>
            <w:tcW w:w="4618" w:type="dxa"/>
          </w:tcPr>
          <w:p w14:paraId="611A18CE" w14:textId="739F4DD1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Oczkowska R., Bukowska U., Dolot A., Kopeć J., </w:t>
            </w:r>
            <w:proofErr w:type="spellStart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Kusio</w:t>
            </w:r>
            <w:proofErr w:type="spellEnd"/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Oleksyn</w:t>
            </w:r>
            <w:proofErr w:type="spellEnd"/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3B72C" w14:textId="77777777" w:rsidR="00586330" w:rsidRDefault="00586330" w:rsidP="00C16ABF">
      <w:pPr>
        <w:spacing w:after="0" w:line="240" w:lineRule="auto"/>
      </w:pPr>
      <w:r>
        <w:separator/>
      </w:r>
    </w:p>
  </w:endnote>
  <w:endnote w:type="continuationSeparator" w:id="0">
    <w:p w14:paraId="4602A466" w14:textId="77777777" w:rsidR="00586330" w:rsidRDefault="005863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11181" w14:textId="77777777" w:rsidR="00586330" w:rsidRDefault="00586330" w:rsidP="00C16ABF">
      <w:pPr>
        <w:spacing w:after="0" w:line="240" w:lineRule="auto"/>
      </w:pPr>
      <w:r>
        <w:separator/>
      </w:r>
    </w:p>
  </w:footnote>
  <w:footnote w:type="continuationSeparator" w:id="0">
    <w:p w14:paraId="6C1464FB" w14:textId="77777777" w:rsidR="00586330" w:rsidRDefault="0058633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6330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58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52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CC28E4-F9CA-4423-8EC1-3F56D34F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520</TotalTime>
  <Pages>1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2020-10-26T22:29:00Z</dcterms:created>
  <dcterms:modified xsi:type="dcterms:W3CDTF">2021-11-05T12:27:00Z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